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A4E37E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malého </w:t>
      </w:r>
      <w:r w:rsidRPr="009D3236">
        <w:rPr>
          <w:rFonts w:eastAsia="Times New Roman" w:cs="Times New Roman"/>
          <w:lang w:eastAsia="cs-CZ"/>
        </w:rPr>
        <w:t xml:space="preserve">rozsahu s názvem </w:t>
      </w:r>
      <w:r w:rsidR="009D3236" w:rsidRPr="009D3236">
        <w:rPr>
          <w:rFonts w:ascii="Verdana" w:hAnsi="Verdana"/>
        </w:rPr>
        <w:t>„</w:t>
      </w:r>
      <w:r w:rsidR="009D3236" w:rsidRPr="009D3236">
        <w:rPr>
          <w:rFonts w:ascii="Verdana" w:hAnsi="Verdana"/>
          <w:b/>
        </w:rPr>
        <w:t>Pravidelná servisní prohlídka technologie pojízdné měřící laboratoře 2025“</w:t>
      </w:r>
      <w:r w:rsidRPr="009D3236">
        <w:rPr>
          <w:rFonts w:eastAsia="Times New Roman" w:cs="Times New Roman"/>
          <w:lang w:eastAsia="cs-CZ"/>
        </w:rPr>
        <w:t xml:space="preserve">, č.j. </w:t>
      </w:r>
      <w:r w:rsidR="009D3236" w:rsidRPr="009D3236">
        <w:rPr>
          <w:rFonts w:eastAsia="Times New Roman" w:cs="Times New Roman"/>
          <w:lang w:eastAsia="cs-CZ"/>
        </w:rPr>
        <w:t>25789/2025-SŽ-OŘ PHA-OVZ</w:t>
      </w:r>
      <w:r w:rsidRPr="009D3236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B256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B256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11E79" w14:textId="004B299F" w:rsidR="009D3236" w:rsidRDefault="009D32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535E97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606FD7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3E5576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D3236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B104A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AB104A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477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2025-06-16T12:01:00Z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